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F12DE8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14:paraId="0B7AE5E4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04D20FAF" w14:textId="77777777"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14:paraId="09B0545D" w14:textId="77777777" w:rsidR="00542F08" w:rsidRPr="00A05334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pt-BR" w:eastAsia="en-US"/>
        </w:rPr>
      </w:pPr>
      <w:r w:rsidRPr="00A05334">
        <w:rPr>
          <w:rFonts w:asciiTheme="minorHAnsi" w:hAnsiTheme="minorHAnsi" w:cstheme="minorHAnsi"/>
          <w:b/>
          <w:lang w:val="pt-BR" w:eastAsia="en-US"/>
        </w:rPr>
        <w:t>Anexa 1</w:t>
      </w:r>
      <w:r w:rsidR="00D052B0" w:rsidRPr="00A05334">
        <w:rPr>
          <w:rFonts w:asciiTheme="minorHAnsi" w:hAnsiTheme="minorHAnsi" w:cstheme="minorHAnsi"/>
          <w:b/>
          <w:lang w:val="pt-BR" w:eastAsia="en-US"/>
        </w:rPr>
        <w:t>5</w:t>
      </w:r>
    </w:p>
    <w:p w14:paraId="4CA13892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39E38B4B" w14:textId="77777777" w:rsidR="00A05334" w:rsidRPr="00302941" w:rsidRDefault="00A05334" w:rsidP="00A05334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696386B9" w14:textId="77777777" w:rsidR="00A05334" w:rsidRPr="00302941" w:rsidRDefault="00A05334" w:rsidP="00A05334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  <w:r>
        <w:rPr>
          <w:rFonts w:asciiTheme="minorHAnsi" w:hAnsiTheme="minorHAnsi" w:cstheme="minorHAnsi"/>
          <w:b/>
          <w:lang w:eastAsia="en-US"/>
        </w:rPr>
        <w:t xml:space="preserve"> 7 O regiune cu turism sustenabil</w:t>
      </w:r>
    </w:p>
    <w:p w14:paraId="2A34562D" w14:textId="77777777" w:rsidR="00A05334" w:rsidRDefault="00A05334" w:rsidP="00A05334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  <w:r w:rsidRPr="009939C1">
        <w:rPr>
          <w:rFonts w:asciiTheme="minorHAnsi" w:hAnsiTheme="minorHAnsi" w:cstheme="minorHAnsi"/>
          <w:b/>
          <w:lang w:eastAsia="en-US"/>
        </w:rPr>
        <w:t>Dezvoltarea durabilă a comunităților rurale prin punerea în valoare a potențialului lor turistic natural și cultural</w:t>
      </w:r>
    </w:p>
    <w:p w14:paraId="34DAD690" w14:textId="77777777" w:rsidR="00A05334" w:rsidRPr="00302941" w:rsidRDefault="00A05334" w:rsidP="00A05334">
      <w:pPr>
        <w:rPr>
          <w:rFonts w:asciiTheme="minorHAnsi" w:hAnsiTheme="minorHAnsi" w:cstheme="minorHAnsi"/>
          <w:b/>
          <w:lang w:eastAsia="en-US"/>
        </w:rPr>
      </w:pPr>
      <w:r w:rsidRPr="009939C1">
        <w:rPr>
          <w:rFonts w:asciiTheme="minorHAnsi" w:hAnsiTheme="minorHAnsi" w:cstheme="minorHAnsi"/>
          <w:b/>
          <w:lang w:eastAsia="en-US"/>
        </w:rPr>
        <w:t>Intervenția</w:t>
      </w:r>
      <w:r>
        <w:rPr>
          <w:rFonts w:asciiTheme="minorHAnsi" w:hAnsiTheme="minorHAnsi" w:cstheme="minorHAnsi"/>
          <w:b/>
          <w:lang w:eastAsia="en-US"/>
        </w:rPr>
        <w:t>:</w:t>
      </w:r>
      <w:r w:rsidRPr="009939C1">
        <w:rPr>
          <w:rFonts w:asciiTheme="minorHAnsi" w:hAnsiTheme="minorHAnsi" w:cstheme="minorHAnsi"/>
          <w:b/>
          <w:lang w:eastAsia="en-US"/>
        </w:rPr>
        <w:t xml:space="preserve"> 7.1.2  Intervenții destinate protejării și valorificării în scop turistic a patrimoniului natural și a resurselor balneare</w:t>
      </w:r>
    </w:p>
    <w:p w14:paraId="60040923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15DF643A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3614B6C0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53B3A7A2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2E32E16C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70FEB177" w14:textId="77777777" w:rsidR="00542F08" w:rsidRPr="00A05334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pt-BR" w:eastAsia="en-US"/>
        </w:rPr>
      </w:pPr>
    </w:p>
    <w:p w14:paraId="75EB1C23" w14:textId="77777777"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și</w:t>
      </w: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r w:rsidR="00085CCD"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investiție</w:t>
      </w:r>
    </w:p>
    <w:p w14:paraId="57A358EF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14:paraId="3097AA28" w14:textId="77777777"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583"/>
        <w:gridCol w:w="1985"/>
        <w:gridCol w:w="1417"/>
        <w:gridCol w:w="1559"/>
        <w:gridCol w:w="2386"/>
      </w:tblGrid>
      <w:tr w:rsidR="00542F08" w:rsidRPr="00542F08" w14:paraId="2A77E0D6" w14:textId="77777777" w:rsidTr="008F3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7987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2236B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198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58D33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14:paraId="7FA6A262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1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08708" w14:textId="77777777" w:rsidR="00542F08" w:rsidRPr="00542F08" w:rsidRDefault="00085CCD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14:paraId="2D391A72" w14:textId="77777777" w:rsidR="00542F08" w:rsidRPr="00542F08" w:rsidRDefault="00542F08" w:rsidP="0083396A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</w:t>
            </w:r>
            <w:r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mp)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teren 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</w:t>
            </w:r>
            <w:r w:rsidR="0057715F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i/sau </w:t>
            </w:r>
            <w:r w:rsidR="00085CCD" w:rsidRPr="00085CCD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clădire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84768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investiție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14:paraId="729818E6" w14:textId="77777777"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23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031A2" w14:textId="77777777" w:rsidR="008F3CFD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Istoric </w:t>
            </w:r>
          </w:p>
          <w:p w14:paraId="327CEAFF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(dacă este cazul)</w:t>
            </w:r>
          </w:p>
          <w:p w14:paraId="7D4FF5A0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14:paraId="7F8EF5C7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r w:rsidR="00085CCD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și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</w:t>
            </w:r>
            <w:r w:rsidR="0083396A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.</w:t>
            </w: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542F08" w:rsidRPr="00542F08" w14:paraId="1283B44B" w14:textId="77777777" w:rsidTr="008F3CFD">
        <w:trPr>
          <w:trHeight w:val="517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929D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7DF00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2C310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22244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9624C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CBE0D" w14:textId="77777777"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14:paraId="7003BE06" w14:textId="77777777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A8643B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A141D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2467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D7452F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60E1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85A0E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14:paraId="14534474" w14:textId="77777777" w:rsidTr="008F3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DDE98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15524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C43D0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22E3E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54FCC1" w14:textId="77777777"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15840" w14:textId="77777777"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14:paraId="5975C844" w14:textId="77777777" w:rsidR="00542F08" w:rsidRPr="002676C1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</w:pPr>
      <w:r w:rsidRPr="002676C1">
        <w:rPr>
          <w:rFonts w:asciiTheme="minorHAnsi" w:hAnsiTheme="minorHAnsi" w:cstheme="minorHAnsi"/>
          <w:b/>
          <w:bCs/>
          <w:color w:val="000000"/>
          <w:sz w:val="22"/>
          <w:lang w:eastAsia="ro-RO"/>
        </w:rPr>
        <w:t xml:space="preserve">*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În coloana </w:t>
      </w:r>
      <w:r w:rsidRPr="00A05334">
        <w:rPr>
          <w:rFonts w:asciiTheme="minorHAnsi" w:hAnsiTheme="minorHAnsi" w:cstheme="minorHAnsi"/>
          <w:bCs/>
          <w:color w:val="000000"/>
          <w:sz w:val="22"/>
          <w:szCs w:val="20"/>
          <w:lang w:val="en-US" w:eastAsia="ro-RO"/>
        </w:rPr>
        <w:t>“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 xml:space="preserve">Obiectiv de investiție aferent proiectului”, pentru toate imobilele care fac obiectul proiectului 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(teren/</w:t>
      </w:r>
      <w:r w:rsidR="00085CCD"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clădire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 xml:space="preserve">) identificate prin extrasele de carte funciară, </w:t>
      </w:r>
      <w:r w:rsidRPr="002676C1">
        <w:rPr>
          <w:rFonts w:asciiTheme="minorHAnsi" w:hAnsiTheme="minorHAnsi" w:cstheme="minorHAnsi"/>
          <w:bCs/>
          <w:color w:val="000000"/>
          <w:sz w:val="22"/>
          <w:szCs w:val="20"/>
          <w:lang w:eastAsia="ro-RO"/>
        </w:rPr>
        <w:t>s</w:t>
      </w:r>
      <w:r w:rsidRPr="002676C1">
        <w:rPr>
          <w:rFonts w:asciiTheme="minorHAnsi" w:eastAsia="Calibri" w:hAnsiTheme="minorHAnsi" w:cstheme="minorHAnsi"/>
          <w:bCs/>
          <w:color w:val="000000"/>
          <w:sz w:val="22"/>
          <w:szCs w:val="20"/>
          <w:lang w:eastAsia="ro-RO"/>
        </w:rPr>
        <w:t>e vor menționa suprafețele afectate de lucrările de intervenții propuse pentru fiecare obiectiv de investiție propus.</w:t>
      </w:r>
    </w:p>
    <w:sectPr w:rsidR="00542F08" w:rsidRPr="002676C1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C775C5" w14:textId="77777777" w:rsidR="006F14B9" w:rsidRDefault="006F14B9">
      <w:r>
        <w:separator/>
      </w:r>
    </w:p>
  </w:endnote>
  <w:endnote w:type="continuationSeparator" w:id="0">
    <w:p w14:paraId="19EE08A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73CB2" w14:textId="77777777" w:rsidR="00E40F69" w:rsidRDefault="00E40F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3E6FD266" w14:textId="77777777">
      <w:trPr>
        <w:cantSplit/>
        <w:trHeight w:hRule="exact" w:val="340"/>
        <w:hidden/>
      </w:trPr>
      <w:tc>
        <w:tcPr>
          <w:tcW w:w="9210" w:type="dxa"/>
        </w:tcPr>
        <w:p w14:paraId="021017DB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62E7627B" w14:textId="77777777"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0D81DFAA" wp14:editId="4A6E44C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50DC0A" wp14:editId="50160E06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7A9573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0DC0A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5F7A9573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924E454" wp14:editId="17586DCB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41B10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24E454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11641B10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78C137" wp14:editId="519924DC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5101E2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EC223A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8DD99E1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78C137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605101E2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EC223A1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8DD99E1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7B27E981" wp14:editId="4535F50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B9E7D7" w14:textId="77777777"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95E34C" w14:textId="77777777"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CDAA68E" wp14:editId="3B345354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6D8AC4" wp14:editId="42716575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64540D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6D8AC4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2564540D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134E14B2" wp14:editId="357CA650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838DC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34E14B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9838DC8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052701" wp14:editId="02B5FFF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2A91A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5AE385E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7B53389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052701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4DD2A91A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25AE385E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27B53389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1B29A630" wp14:editId="27D931CB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80DE5" w14:textId="77777777" w:rsidR="006F14B9" w:rsidRDefault="006F14B9">
      <w:r>
        <w:separator/>
      </w:r>
    </w:p>
  </w:footnote>
  <w:footnote w:type="continuationSeparator" w:id="0">
    <w:p w14:paraId="690D560C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DF771" w14:textId="5FAF4D50" w:rsidR="00E40F69" w:rsidRDefault="00E40F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D5C70" w14:textId="6335EF85"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F7B7C25" wp14:editId="5F56518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58059F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15DC8C8A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7B7C25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5258059F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15DC8C8A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5B453" w14:textId="157FB77F"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1215BA8D" wp14:editId="66A26858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7F89EFDA" wp14:editId="69C3700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09ACF9A3" wp14:editId="4BF18DD3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85CCD"/>
    <w:rsid w:val="0009018B"/>
    <w:rsid w:val="00094830"/>
    <w:rsid w:val="000C2AAE"/>
    <w:rsid w:val="001175F2"/>
    <w:rsid w:val="001357F6"/>
    <w:rsid w:val="00144BFD"/>
    <w:rsid w:val="00191AE4"/>
    <w:rsid w:val="001E7D06"/>
    <w:rsid w:val="002676C1"/>
    <w:rsid w:val="002B3BB9"/>
    <w:rsid w:val="002E07E9"/>
    <w:rsid w:val="002F1246"/>
    <w:rsid w:val="00351F71"/>
    <w:rsid w:val="00376CFE"/>
    <w:rsid w:val="003A2EA7"/>
    <w:rsid w:val="003E2E03"/>
    <w:rsid w:val="003F0480"/>
    <w:rsid w:val="00474F02"/>
    <w:rsid w:val="00523BEA"/>
    <w:rsid w:val="00542F08"/>
    <w:rsid w:val="0057715F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3396A"/>
    <w:rsid w:val="00851382"/>
    <w:rsid w:val="0088290B"/>
    <w:rsid w:val="008C26CE"/>
    <w:rsid w:val="008E7688"/>
    <w:rsid w:val="008F3CFD"/>
    <w:rsid w:val="00936CF8"/>
    <w:rsid w:val="0095716B"/>
    <w:rsid w:val="009F711B"/>
    <w:rsid w:val="00A05334"/>
    <w:rsid w:val="00A06DE4"/>
    <w:rsid w:val="00AE4990"/>
    <w:rsid w:val="00B15233"/>
    <w:rsid w:val="00BD210E"/>
    <w:rsid w:val="00BD3175"/>
    <w:rsid w:val="00C05C7A"/>
    <w:rsid w:val="00C82AD1"/>
    <w:rsid w:val="00C916A3"/>
    <w:rsid w:val="00CC6C98"/>
    <w:rsid w:val="00D052B0"/>
    <w:rsid w:val="00D22014"/>
    <w:rsid w:val="00D94812"/>
    <w:rsid w:val="00DD113C"/>
    <w:rsid w:val="00E31672"/>
    <w:rsid w:val="00E40F69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FE53384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Revision">
    <w:name w:val="Revision"/>
    <w:hidden/>
    <w:uiPriority w:val="99"/>
    <w:semiHidden/>
    <w:rsid w:val="00A05334"/>
    <w:rPr>
      <w:rFonts w:ascii="Arial Narrow" w:hAnsi="Arial Narrow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C51B2-5526-4075-B48D-E68BF2FD3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16</TotalTime>
  <Pages>1</Pages>
  <Words>122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968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14</cp:revision>
  <cp:lastPrinted>2022-03-29T08:07:00Z</cp:lastPrinted>
  <dcterms:created xsi:type="dcterms:W3CDTF">2023-05-29T10:19:00Z</dcterms:created>
  <dcterms:modified xsi:type="dcterms:W3CDTF">2024-01-30T19:21:00Z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0861d7b9ca6519b4d12146e4a2447bfa56e29b00cb54a2e01b2f668e4d1b1184</vt:lpwstr>
  </property>
</Properties>
</file>